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1EDAFD3" w14:textId="77777777" w:rsidTr="00F862D6">
        <w:tc>
          <w:tcPr>
            <w:tcW w:w="1020" w:type="dxa"/>
          </w:tcPr>
          <w:p w14:paraId="3E1C1DF4" w14:textId="77777777" w:rsidR="00F64786" w:rsidRDefault="00F64786" w:rsidP="0077673A"/>
        </w:tc>
        <w:tc>
          <w:tcPr>
            <w:tcW w:w="2552" w:type="dxa"/>
          </w:tcPr>
          <w:p w14:paraId="57B5DFC6" w14:textId="77777777" w:rsidR="00F64786" w:rsidRDefault="00F64786" w:rsidP="0077673A"/>
        </w:tc>
        <w:tc>
          <w:tcPr>
            <w:tcW w:w="823" w:type="dxa"/>
          </w:tcPr>
          <w:p w14:paraId="7756895D" w14:textId="77777777" w:rsidR="00F64786" w:rsidRDefault="00F64786" w:rsidP="0077673A"/>
        </w:tc>
        <w:tc>
          <w:tcPr>
            <w:tcW w:w="3685" w:type="dxa"/>
          </w:tcPr>
          <w:p w14:paraId="4DE0BE34" w14:textId="77777777" w:rsidR="00F64786" w:rsidRDefault="00F64786" w:rsidP="0077673A"/>
        </w:tc>
      </w:tr>
      <w:tr w:rsidR="00F862D6" w14:paraId="1F6AAF03" w14:textId="77777777" w:rsidTr="00596C7E">
        <w:tc>
          <w:tcPr>
            <w:tcW w:w="1020" w:type="dxa"/>
          </w:tcPr>
          <w:p w14:paraId="567F10CF" w14:textId="77777777" w:rsidR="00F862D6" w:rsidRDefault="00F862D6" w:rsidP="0077673A"/>
        </w:tc>
        <w:tc>
          <w:tcPr>
            <w:tcW w:w="2552" w:type="dxa"/>
          </w:tcPr>
          <w:p w14:paraId="63B4C943" w14:textId="77777777" w:rsidR="00F862D6" w:rsidRDefault="00F862D6" w:rsidP="00764595"/>
        </w:tc>
        <w:tc>
          <w:tcPr>
            <w:tcW w:w="823" w:type="dxa"/>
          </w:tcPr>
          <w:p w14:paraId="2999F70B" w14:textId="77777777" w:rsidR="00F862D6" w:rsidRDefault="00F862D6" w:rsidP="0077673A"/>
        </w:tc>
        <w:tc>
          <w:tcPr>
            <w:tcW w:w="3685" w:type="dxa"/>
            <w:vMerge w:val="restart"/>
          </w:tcPr>
          <w:p w14:paraId="12A72376" w14:textId="77777777" w:rsidR="00596C7E" w:rsidRDefault="00596C7E" w:rsidP="00596C7E">
            <w:pPr>
              <w:rPr>
                <w:rStyle w:val="Potovnadresa"/>
              </w:rPr>
            </w:pPr>
          </w:p>
          <w:p w14:paraId="31081DC4" w14:textId="77777777" w:rsidR="00F862D6" w:rsidRPr="004E2DAB" w:rsidRDefault="004E2DAB" w:rsidP="004E2DAB">
            <w:pPr>
              <w:ind w:left="708"/>
              <w:rPr>
                <w:rStyle w:val="Potovnadresa"/>
                <w:b/>
              </w:rPr>
            </w:pPr>
            <w:r w:rsidRPr="004E2DAB">
              <w:rPr>
                <w:rStyle w:val="Potovnadresa"/>
                <w:b/>
              </w:rPr>
              <w:t>Prostřednictvím E-ZAK</w:t>
            </w:r>
          </w:p>
        </w:tc>
      </w:tr>
      <w:tr w:rsidR="00F862D6" w14:paraId="32B54AF4" w14:textId="77777777" w:rsidTr="00F862D6">
        <w:tc>
          <w:tcPr>
            <w:tcW w:w="1020" w:type="dxa"/>
          </w:tcPr>
          <w:p w14:paraId="5AC8D2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540F648" w14:textId="77777777" w:rsidR="00F862D6" w:rsidRPr="003E6B9A" w:rsidRDefault="004E2DAB" w:rsidP="0037111D">
            <w:r w:rsidRPr="004E2DAB">
              <w:rPr>
                <w:rFonts w:ascii="Helvetica" w:hAnsi="Helvetica"/>
              </w:rPr>
              <w:t>9088/2022-SŽ-SSV-Ú3</w:t>
            </w:r>
          </w:p>
        </w:tc>
        <w:tc>
          <w:tcPr>
            <w:tcW w:w="823" w:type="dxa"/>
          </w:tcPr>
          <w:p w14:paraId="08350A51" w14:textId="77777777" w:rsidR="00F862D6" w:rsidRDefault="00F862D6" w:rsidP="0077673A"/>
        </w:tc>
        <w:tc>
          <w:tcPr>
            <w:tcW w:w="3685" w:type="dxa"/>
            <w:vMerge/>
          </w:tcPr>
          <w:p w14:paraId="75D976F3" w14:textId="77777777" w:rsidR="00F862D6" w:rsidRDefault="00F862D6" w:rsidP="0077673A"/>
        </w:tc>
      </w:tr>
      <w:tr w:rsidR="00F862D6" w14:paraId="20BFD692" w14:textId="77777777" w:rsidTr="00F862D6">
        <w:tc>
          <w:tcPr>
            <w:tcW w:w="1020" w:type="dxa"/>
          </w:tcPr>
          <w:p w14:paraId="70094416" w14:textId="77777777" w:rsidR="00F862D6" w:rsidRPr="00081EA3" w:rsidRDefault="00F862D6" w:rsidP="0077673A">
            <w:r w:rsidRPr="00081EA3">
              <w:t>Listů/příloh</w:t>
            </w:r>
          </w:p>
        </w:tc>
        <w:tc>
          <w:tcPr>
            <w:tcW w:w="2552" w:type="dxa"/>
          </w:tcPr>
          <w:p w14:paraId="2E85EAD7" w14:textId="13FF68CC" w:rsidR="00F862D6" w:rsidRPr="00081EA3" w:rsidRDefault="00081EA3" w:rsidP="00CC1E2B">
            <w:r w:rsidRPr="00081EA3">
              <w:t>3/2</w:t>
            </w:r>
          </w:p>
        </w:tc>
        <w:tc>
          <w:tcPr>
            <w:tcW w:w="823" w:type="dxa"/>
          </w:tcPr>
          <w:p w14:paraId="628F14D8" w14:textId="77777777" w:rsidR="00F862D6" w:rsidRDefault="00F862D6" w:rsidP="0077673A"/>
        </w:tc>
        <w:tc>
          <w:tcPr>
            <w:tcW w:w="3685" w:type="dxa"/>
            <w:vMerge/>
          </w:tcPr>
          <w:p w14:paraId="261F7B09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4D7033A" w14:textId="77777777" w:rsidTr="00B23CA3">
        <w:trPr>
          <w:trHeight w:val="77"/>
        </w:trPr>
        <w:tc>
          <w:tcPr>
            <w:tcW w:w="1020" w:type="dxa"/>
          </w:tcPr>
          <w:p w14:paraId="7A9771C2" w14:textId="77777777" w:rsidR="00F862D6" w:rsidRDefault="00F862D6" w:rsidP="0077673A"/>
        </w:tc>
        <w:tc>
          <w:tcPr>
            <w:tcW w:w="2552" w:type="dxa"/>
          </w:tcPr>
          <w:p w14:paraId="1EF40DB3" w14:textId="77777777" w:rsidR="00F862D6" w:rsidRPr="003E6B9A" w:rsidRDefault="00F862D6" w:rsidP="0077673A"/>
        </w:tc>
        <w:tc>
          <w:tcPr>
            <w:tcW w:w="823" w:type="dxa"/>
          </w:tcPr>
          <w:p w14:paraId="13BE4700" w14:textId="77777777" w:rsidR="00F862D6" w:rsidRDefault="00F862D6" w:rsidP="0077673A"/>
        </w:tc>
        <w:tc>
          <w:tcPr>
            <w:tcW w:w="3685" w:type="dxa"/>
            <w:vMerge/>
          </w:tcPr>
          <w:p w14:paraId="05B67C9B" w14:textId="77777777" w:rsidR="00F862D6" w:rsidRDefault="00F862D6" w:rsidP="0077673A"/>
        </w:tc>
      </w:tr>
      <w:tr w:rsidR="00F862D6" w14:paraId="69C3BE4C" w14:textId="77777777" w:rsidTr="00F862D6">
        <w:tc>
          <w:tcPr>
            <w:tcW w:w="1020" w:type="dxa"/>
          </w:tcPr>
          <w:p w14:paraId="07A39566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9A72EEA" w14:textId="77777777" w:rsidR="00F862D6" w:rsidRPr="003E6B9A" w:rsidRDefault="004E2DAB" w:rsidP="00FE3455">
            <w:r>
              <w:t>Ing. Kamila Přerovská</w:t>
            </w:r>
          </w:p>
        </w:tc>
        <w:tc>
          <w:tcPr>
            <w:tcW w:w="823" w:type="dxa"/>
          </w:tcPr>
          <w:p w14:paraId="0DBF9E14" w14:textId="77777777" w:rsidR="00F862D6" w:rsidRDefault="00F862D6" w:rsidP="0077673A"/>
        </w:tc>
        <w:tc>
          <w:tcPr>
            <w:tcW w:w="3685" w:type="dxa"/>
            <w:vMerge/>
          </w:tcPr>
          <w:p w14:paraId="0B201B4B" w14:textId="77777777" w:rsidR="00F862D6" w:rsidRDefault="00F862D6" w:rsidP="0077673A"/>
        </w:tc>
      </w:tr>
      <w:tr w:rsidR="009A7568" w14:paraId="7187580D" w14:textId="77777777" w:rsidTr="00F862D6">
        <w:tc>
          <w:tcPr>
            <w:tcW w:w="1020" w:type="dxa"/>
          </w:tcPr>
          <w:p w14:paraId="15685057" w14:textId="77777777" w:rsidR="009A7568" w:rsidRDefault="009A7568" w:rsidP="009A7568"/>
        </w:tc>
        <w:tc>
          <w:tcPr>
            <w:tcW w:w="2552" w:type="dxa"/>
          </w:tcPr>
          <w:p w14:paraId="5DDECE34" w14:textId="77777777" w:rsidR="009A7568" w:rsidRPr="003E6B9A" w:rsidRDefault="009A7568" w:rsidP="009A7568"/>
        </w:tc>
        <w:tc>
          <w:tcPr>
            <w:tcW w:w="823" w:type="dxa"/>
          </w:tcPr>
          <w:p w14:paraId="47998E5C" w14:textId="77777777" w:rsidR="009A7568" w:rsidRDefault="009A7568" w:rsidP="009A7568"/>
        </w:tc>
        <w:tc>
          <w:tcPr>
            <w:tcW w:w="3685" w:type="dxa"/>
            <w:vMerge/>
          </w:tcPr>
          <w:p w14:paraId="68F747B8" w14:textId="77777777" w:rsidR="009A7568" w:rsidRDefault="009A7568" w:rsidP="009A7568"/>
        </w:tc>
      </w:tr>
      <w:tr w:rsidR="009A7568" w14:paraId="2DD0F7E5" w14:textId="77777777" w:rsidTr="00F862D6">
        <w:tc>
          <w:tcPr>
            <w:tcW w:w="1020" w:type="dxa"/>
          </w:tcPr>
          <w:p w14:paraId="7049CE6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A7F2931" w14:textId="77777777" w:rsidR="009A7568" w:rsidRPr="003E6B9A" w:rsidRDefault="004E2DAB" w:rsidP="009A7568">
            <w:r>
              <w:t>702 164 086</w:t>
            </w:r>
          </w:p>
        </w:tc>
        <w:tc>
          <w:tcPr>
            <w:tcW w:w="823" w:type="dxa"/>
          </w:tcPr>
          <w:p w14:paraId="5B5C216E" w14:textId="77777777" w:rsidR="009A7568" w:rsidRDefault="009A7568" w:rsidP="009A7568"/>
        </w:tc>
        <w:tc>
          <w:tcPr>
            <w:tcW w:w="3685" w:type="dxa"/>
            <w:vMerge/>
          </w:tcPr>
          <w:p w14:paraId="787B50A0" w14:textId="77777777" w:rsidR="009A7568" w:rsidRDefault="009A7568" w:rsidP="009A7568"/>
        </w:tc>
      </w:tr>
      <w:tr w:rsidR="009A7568" w14:paraId="18ECC128" w14:textId="77777777" w:rsidTr="00F862D6">
        <w:tc>
          <w:tcPr>
            <w:tcW w:w="1020" w:type="dxa"/>
          </w:tcPr>
          <w:p w14:paraId="44C2EA1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49ACB99" w14:textId="77777777" w:rsidR="009A7568" w:rsidRPr="003E6B9A" w:rsidRDefault="003333A4" w:rsidP="006104F6">
            <w:hyperlink r:id="rId11" w:history="1">
              <w:r w:rsidR="004E2DAB" w:rsidRPr="008E49D2">
                <w:rPr>
                  <w:rStyle w:val="Hypertextovodkaz"/>
                </w:rPr>
                <w:t>Prerovska@spravazeleznic.cz</w:t>
              </w:r>
            </w:hyperlink>
            <w:r w:rsidR="004E2DAB">
              <w:t xml:space="preserve"> </w:t>
            </w:r>
          </w:p>
        </w:tc>
        <w:tc>
          <w:tcPr>
            <w:tcW w:w="823" w:type="dxa"/>
          </w:tcPr>
          <w:p w14:paraId="41816740" w14:textId="77777777" w:rsidR="009A7568" w:rsidRDefault="009A7568" w:rsidP="009A7568"/>
        </w:tc>
        <w:tc>
          <w:tcPr>
            <w:tcW w:w="3685" w:type="dxa"/>
            <w:vMerge/>
          </w:tcPr>
          <w:p w14:paraId="1C62E4B5" w14:textId="77777777" w:rsidR="009A7568" w:rsidRDefault="009A7568" w:rsidP="009A7568"/>
        </w:tc>
      </w:tr>
      <w:tr w:rsidR="009A7568" w14:paraId="3A928841" w14:textId="77777777" w:rsidTr="00F862D6">
        <w:tc>
          <w:tcPr>
            <w:tcW w:w="1020" w:type="dxa"/>
          </w:tcPr>
          <w:p w14:paraId="4DBAE75C" w14:textId="77777777" w:rsidR="009A7568" w:rsidRDefault="009A7568" w:rsidP="009A7568"/>
        </w:tc>
        <w:tc>
          <w:tcPr>
            <w:tcW w:w="2552" w:type="dxa"/>
          </w:tcPr>
          <w:p w14:paraId="164A875F" w14:textId="77777777" w:rsidR="009A7568" w:rsidRPr="003E6B9A" w:rsidRDefault="009A7568" w:rsidP="009A7568"/>
        </w:tc>
        <w:tc>
          <w:tcPr>
            <w:tcW w:w="823" w:type="dxa"/>
          </w:tcPr>
          <w:p w14:paraId="4437FDE9" w14:textId="77777777" w:rsidR="009A7568" w:rsidRDefault="009A7568" w:rsidP="009A7568"/>
        </w:tc>
        <w:tc>
          <w:tcPr>
            <w:tcW w:w="3685" w:type="dxa"/>
          </w:tcPr>
          <w:p w14:paraId="3314A88A" w14:textId="77777777" w:rsidR="009A7568" w:rsidRDefault="009A7568" w:rsidP="009A7568"/>
        </w:tc>
      </w:tr>
      <w:tr w:rsidR="009A7568" w14:paraId="2BE20F1C" w14:textId="77777777" w:rsidTr="00F862D6">
        <w:tc>
          <w:tcPr>
            <w:tcW w:w="1020" w:type="dxa"/>
          </w:tcPr>
          <w:p w14:paraId="22820274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A4D1A3" w14:textId="7F054AA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333A4">
              <w:rPr>
                <w:noProof/>
              </w:rPr>
              <w:t>23.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E0B4E93" w14:textId="77777777" w:rsidR="009A7568" w:rsidRDefault="009A7568" w:rsidP="009A7568"/>
        </w:tc>
        <w:tc>
          <w:tcPr>
            <w:tcW w:w="3685" w:type="dxa"/>
          </w:tcPr>
          <w:p w14:paraId="12D2610E" w14:textId="77777777" w:rsidR="009A7568" w:rsidRDefault="009A7568" w:rsidP="009A7568"/>
        </w:tc>
      </w:tr>
      <w:tr w:rsidR="00F64786" w14:paraId="7A19A622" w14:textId="77777777" w:rsidTr="00F862D6">
        <w:tc>
          <w:tcPr>
            <w:tcW w:w="1020" w:type="dxa"/>
          </w:tcPr>
          <w:p w14:paraId="1A6A616B" w14:textId="77777777" w:rsidR="00F64786" w:rsidRDefault="00F64786" w:rsidP="0077673A"/>
        </w:tc>
        <w:tc>
          <w:tcPr>
            <w:tcW w:w="2552" w:type="dxa"/>
          </w:tcPr>
          <w:p w14:paraId="7E27FAD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ECF1A6A" w14:textId="77777777" w:rsidR="00F64786" w:rsidRDefault="00F64786" w:rsidP="0077673A"/>
        </w:tc>
        <w:tc>
          <w:tcPr>
            <w:tcW w:w="3685" w:type="dxa"/>
          </w:tcPr>
          <w:p w14:paraId="4A354EB7" w14:textId="77777777" w:rsidR="00F64786" w:rsidRDefault="00F64786" w:rsidP="0077673A"/>
        </w:tc>
      </w:tr>
      <w:tr w:rsidR="00F862D6" w14:paraId="573A71DD" w14:textId="77777777" w:rsidTr="00B45E9E">
        <w:trPr>
          <w:trHeight w:val="794"/>
        </w:trPr>
        <w:tc>
          <w:tcPr>
            <w:tcW w:w="1020" w:type="dxa"/>
          </w:tcPr>
          <w:p w14:paraId="45075685" w14:textId="77777777" w:rsidR="00F862D6" w:rsidRDefault="00F862D6" w:rsidP="0077673A"/>
        </w:tc>
        <w:tc>
          <w:tcPr>
            <w:tcW w:w="2552" w:type="dxa"/>
          </w:tcPr>
          <w:p w14:paraId="458F0302" w14:textId="77777777" w:rsidR="00F862D6" w:rsidRDefault="00F862D6" w:rsidP="00F310F8"/>
        </w:tc>
        <w:tc>
          <w:tcPr>
            <w:tcW w:w="823" w:type="dxa"/>
          </w:tcPr>
          <w:p w14:paraId="1A7343A3" w14:textId="77777777" w:rsidR="00F862D6" w:rsidRDefault="00F862D6" w:rsidP="0077673A"/>
        </w:tc>
        <w:tc>
          <w:tcPr>
            <w:tcW w:w="3685" w:type="dxa"/>
          </w:tcPr>
          <w:p w14:paraId="52F68ADF" w14:textId="77777777" w:rsidR="00F862D6" w:rsidRDefault="00F862D6" w:rsidP="0077673A"/>
        </w:tc>
      </w:tr>
    </w:tbl>
    <w:p w14:paraId="782F17DA" w14:textId="77777777" w:rsidR="00CB7B5A" w:rsidRDefault="004E2DAB" w:rsidP="004E2DAB">
      <w:pPr>
        <w:spacing w:after="0" w:line="240" w:lineRule="auto"/>
        <w:ind w:left="705" w:hanging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Rekonstrukce a doplnění závor na přejezdu P8324 v km 125,250 na trati Český Těšín – Frýdek Místek</w:t>
      </w:r>
    </w:p>
    <w:p w14:paraId="41B30DF7" w14:textId="77777777" w:rsidR="004E2DAB" w:rsidRDefault="004E2DAB" w:rsidP="004E2DAB">
      <w:pPr>
        <w:spacing w:after="0" w:line="240" w:lineRule="auto"/>
        <w:ind w:left="705" w:hanging="705"/>
        <w:rPr>
          <w:rFonts w:eastAsia="Calibri" w:cs="Times New Roman"/>
          <w:lang w:eastAsia="cs-CZ"/>
        </w:rPr>
      </w:pPr>
    </w:p>
    <w:p w14:paraId="0D2B9BAB" w14:textId="77777777" w:rsidR="00CB7B5A" w:rsidRPr="00CB7B5A" w:rsidRDefault="00CB7B5A" w:rsidP="004E2DAB">
      <w:pPr>
        <w:spacing w:after="0" w:line="240" w:lineRule="auto"/>
        <w:ind w:firstLine="705"/>
        <w:rPr>
          <w:rFonts w:eastAsia="Calibri" w:cs="Times New Roman"/>
          <w:b/>
          <w:bCs/>
          <w:lang w:eastAsia="cs-CZ"/>
        </w:rPr>
      </w:pPr>
      <w:r w:rsidRPr="004E2DAB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E2DAB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5CFFA7E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D9B012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78448A3D" w14:textId="77777777" w:rsidR="00824D2F" w:rsidRPr="00824D2F" w:rsidRDefault="00824D2F" w:rsidP="00824D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24D2F">
        <w:rPr>
          <w:rFonts w:eastAsia="Calibri" w:cs="Times New Roman"/>
          <w:lang w:eastAsia="cs-CZ"/>
        </w:rPr>
        <w:t>Vzhledem k datu zahájení řízení a termínu podání nabídek, v souvislosti s nutností řádného seznámení se s ZD, ocenění soupisu prací, oslovení/vyjádření subdodavatelů, problémům materiálové (ne)dostupnosti, případných dalších dotazů, řešení splnitelnosti termínů/lhůt/harmonogramu, žádáme zadavatele o posun termínu odevzdání alespoň o 10 pracovních dnů.</w:t>
      </w:r>
    </w:p>
    <w:p w14:paraId="78782EF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AF57E2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B6DCDEA" w14:textId="045A42D2" w:rsidR="00CB7B5A" w:rsidRPr="00081EA3" w:rsidRDefault="003333A4" w:rsidP="00CB7B5A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Viz</w:t>
      </w:r>
      <w:bookmarkStart w:id="1" w:name="_GoBack"/>
      <w:bookmarkEnd w:id="1"/>
      <w:r w:rsidR="008B6045" w:rsidRPr="00081EA3">
        <w:rPr>
          <w:rFonts w:eastAsia="Times New Roman" w:cs="Times New Roman"/>
          <w:lang w:eastAsia="cs-CZ"/>
        </w:rPr>
        <w:t xml:space="preserve"> vyjádření zadavatele na konci tohoto vysvětlení ZD</w:t>
      </w:r>
    </w:p>
    <w:p w14:paraId="143C888B" w14:textId="714F05D9" w:rsidR="008B6045" w:rsidRDefault="008B604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A04F5D" w14:textId="77777777" w:rsidR="008B6045" w:rsidRPr="00CB7B5A" w:rsidRDefault="008B604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816A9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75E301F0" w14:textId="77777777" w:rsidR="00824D2F" w:rsidRPr="00824D2F" w:rsidRDefault="00824D2F" w:rsidP="00824D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24D2F">
        <w:rPr>
          <w:rFonts w:eastAsia="Calibri" w:cs="Times New Roman"/>
          <w:b/>
          <w:lang w:eastAsia="cs-CZ"/>
        </w:rPr>
        <w:t xml:space="preserve">PS 01-01-31 </w:t>
      </w:r>
      <w:r w:rsidRPr="004A3251">
        <w:rPr>
          <w:rFonts w:eastAsia="Calibri" w:cs="Times New Roman"/>
          <w:lang w:eastAsia="cs-CZ"/>
        </w:rPr>
        <w:t>„PZS v km 125,250“;</w:t>
      </w:r>
      <w:r>
        <w:rPr>
          <w:rFonts w:eastAsia="Calibri" w:cs="Times New Roman"/>
          <w:lang w:eastAsia="cs-CZ"/>
        </w:rPr>
        <w:t xml:space="preserve"> </w:t>
      </w:r>
      <w:r w:rsidRPr="00824D2F">
        <w:rPr>
          <w:rFonts w:eastAsia="Calibri" w:cs="Times New Roman"/>
          <w:lang w:eastAsia="cs-CZ"/>
        </w:rPr>
        <w:t>V soupisu prací se nachází položka č. 79: SKŘÍŇ S POČÍTAČI NÁPRAV 4 BODY/2 ÚSEKY – DODÁVKA. V souvislosti s touto položkou postrádáme v soupisu prací položku pro montáž. Žádáme zadavatele o prověření.</w:t>
      </w:r>
    </w:p>
    <w:p w14:paraId="20CE415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AE32ED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CE47307" w14:textId="0E253443" w:rsidR="00824D2F" w:rsidRPr="00081EA3" w:rsidRDefault="00E65842" w:rsidP="00CB7B5A">
      <w:pPr>
        <w:spacing w:after="0" w:line="240" w:lineRule="auto"/>
        <w:rPr>
          <w:rFonts w:eastAsia="Calibri" w:cs="Times New Roman"/>
          <w:lang w:eastAsia="cs-CZ"/>
        </w:rPr>
      </w:pPr>
      <w:r w:rsidRPr="00081EA3">
        <w:rPr>
          <w:rFonts w:eastAsia="Calibri" w:cs="Times New Roman"/>
          <w:lang w:eastAsia="cs-CZ"/>
        </w:rPr>
        <w:t>Opravený soupis prací přílohou</w:t>
      </w:r>
      <w:r w:rsidR="00390E54" w:rsidRPr="00081EA3">
        <w:rPr>
          <w:rFonts w:eastAsia="Calibri" w:cs="Times New Roman"/>
          <w:lang w:eastAsia="cs-CZ"/>
        </w:rPr>
        <w:t xml:space="preserve"> </w:t>
      </w:r>
      <w:r w:rsidRPr="00081EA3">
        <w:rPr>
          <w:rFonts w:eastAsia="Calibri" w:cs="Times New Roman"/>
          <w:lang w:eastAsia="cs-CZ"/>
        </w:rPr>
        <w:t>– doplněna položka č. 80</w:t>
      </w:r>
    </w:p>
    <w:p w14:paraId="131DD7F2" w14:textId="70D32257" w:rsidR="004E2DAB" w:rsidRDefault="004E2DA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D948AE" w14:textId="77777777" w:rsidR="008B6045" w:rsidRDefault="008B604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F210E3" w14:textId="77777777" w:rsidR="004E2DAB" w:rsidRDefault="00824D2F" w:rsidP="004E2DA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="004E2DAB" w:rsidRPr="00CB7B5A">
        <w:rPr>
          <w:rFonts w:eastAsia="Calibri" w:cs="Times New Roman"/>
          <w:b/>
          <w:lang w:eastAsia="cs-CZ"/>
        </w:rPr>
        <w:t>:</w:t>
      </w:r>
    </w:p>
    <w:p w14:paraId="337EDA96" w14:textId="77777777" w:rsidR="00824D2F" w:rsidRPr="00824D2F" w:rsidRDefault="00824D2F" w:rsidP="00824D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24D2F">
        <w:rPr>
          <w:rFonts w:eastAsia="Calibri" w:cs="Times New Roman"/>
          <w:b/>
          <w:lang w:eastAsia="cs-CZ"/>
        </w:rPr>
        <w:t xml:space="preserve">PS 01-01-31 </w:t>
      </w:r>
      <w:r w:rsidRPr="004A3251">
        <w:rPr>
          <w:rFonts w:eastAsia="Calibri" w:cs="Times New Roman"/>
          <w:lang w:eastAsia="cs-CZ"/>
        </w:rPr>
        <w:t>„PZS v km 125,250“</w:t>
      </w:r>
      <w:r w:rsidRPr="00824D2F">
        <w:rPr>
          <w:rFonts w:eastAsia="Calibri" w:cs="Times New Roman"/>
          <w:lang w:eastAsia="cs-CZ"/>
        </w:rPr>
        <w:t>; Dle technické zprávy bude provedena demontáž stávajících výstražných křížů. V soupisech prací obou přejezdů postrádáme pro tuto činnost položky pro ocenění. Žádáme zadavatele o prověření.</w:t>
      </w:r>
    </w:p>
    <w:p w14:paraId="24948BBA" w14:textId="77777777" w:rsidR="004E2DAB" w:rsidRPr="00CB7B5A" w:rsidRDefault="004E2DAB" w:rsidP="004E2DA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1C1333D" w14:textId="77777777" w:rsidR="004E2DAB" w:rsidRDefault="004E2DAB" w:rsidP="004E2DA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191E79F" w14:textId="1381B830" w:rsidR="00E65842" w:rsidRPr="00081EA3" w:rsidRDefault="00AF3854" w:rsidP="004E2DAB">
      <w:pPr>
        <w:spacing w:after="0" w:line="240" w:lineRule="auto"/>
        <w:rPr>
          <w:rFonts w:eastAsia="Calibri" w:cs="Times New Roman"/>
          <w:lang w:eastAsia="cs-CZ"/>
        </w:rPr>
      </w:pPr>
      <w:r w:rsidRPr="00081EA3">
        <w:rPr>
          <w:rFonts w:eastAsia="Calibri" w:cs="Times New Roman"/>
          <w:lang w:eastAsia="cs-CZ"/>
        </w:rPr>
        <w:t>Demontáž dvou stávajících výstražných křížů řeš</w:t>
      </w:r>
      <w:r w:rsidR="00E65842" w:rsidRPr="00081EA3">
        <w:rPr>
          <w:rFonts w:eastAsia="Calibri" w:cs="Times New Roman"/>
          <w:lang w:eastAsia="cs-CZ"/>
        </w:rPr>
        <w:t>ila</w:t>
      </w:r>
      <w:r w:rsidRPr="00081EA3">
        <w:rPr>
          <w:rFonts w:eastAsia="Calibri" w:cs="Times New Roman"/>
          <w:lang w:eastAsia="cs-CZ"/>
        </w:rPr>
        <w:t xml:space="preserve"> položka č. 103</w:t>
      </w:r>
      <w:r w:rsidR="00E65842" w:rsidRPr="00081EA3">
        <w:rPr>
          <w:rFonts w:eastAsia="Calibri" w:cs="Times New Roman"/>
          <w:lang w:eastAsia="cs-CZ"/>
        </w:rPr>
        <w:t>. V opraveném soupisu prací to je pol.</w:t>
      </w:r>
      <w:r w:rsidRPr="00081EA3">
        <w:rPr>
          <w:rFonts w:eastAsia="Calibri" w:cs="Times New Roman"/>
          <w:lang w:eastAsia="cs-CZ"/>
        </w:rPr>
        <w:t xml:space="preserve"> č.104.</w:t>
      </w:r>
    </w:p>
    <w:p w14:paraId="1BD78EBE" w14:textId="6DEDA9A4" w:rsidR="00824D2F" w:rsidRPr="00081EA3" w:rsidRDefault="00AF3854" w:rsidP="004E2DAB">
      <w:pPr>
        <w:spacing w:after="0" w:line="240" w:lineRule="auto"/>
        <w:rPr>
          <w:rFonts w:eastAsia="Calibri" w:cs="Times New Roman"/>
          <w:lang w:eastAsia="cs-CZ"/>
        </w:rPr>
      </w:pPr>
      <w:r w:rsidRPr="00081EA3">
        <w:rPr>
          <w:rFonts w:eastAsia="Calibri" w:cs="Times New Roman"/>
          <w:lang w:eastAsia="cs-CZ"/>
        </w:rPr>
        <w:t xml:space="preserve">Demontáž ostatních dopravních značek řeší stavební objekt SO 01-13-01. </w:t>
      </w:r>
    </w:p>
    <w:p w14:paraId="378BD1EF" w14:textId="20C63CC4" w:rsidR="004E2DAB" w:rsidRDefault="004E2DAB" w:rsidP="004E2DA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15E0ED" w14:textId="77777777" w:rsidR="008B6045" w:rsidRDefault="008B6045" w:rsidP="004E2DA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019F89" w14:textId="77777777" w:rsidR="004E2DAB" w:rsidRDefault="00824D2F" w:rsidP="004E2DA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="004E2DAB" w:rsidRPr="00CB7B5A">
        <w:rPr>
          <w:rFonts w:eastAsia="Calibri" w:cs="Times New Roman"/>
          <w:b/>
          <w:lang w:eastAsia="cs-CZ"/>
        </w:rPr>
        <w:t>:</w:t>
      </w:r>
    </w:p>
    <w:p w14:paraId="7B51F8D9" w14:textId="77777777" w:rsidR="00824D2F" w:rsidRDefault="00824D2F" w:rsidP="00824D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24D2F">
        <w:rPr>
          <w:rFonts w:eastAsia="Calibri" w:cs="Times New Roman"/>
          <w:b/>
          <w:lang w:eastAsia="cs-CZ"/>
        </w:rPr>
        <w:t xml:space="preserve">PS 01-01-31 </w:t>
      </w:r>
      <w:r w:rsidRPr="004A3251">
        <w:rPr>
          <w:rFonts w:eastAsia="Calibri" w:cs="Times New Roman"/>
          <w:lang w:eastAsia="cs-CZ"/>
        </w:rPr>
        <w:t>„PZS v km 125,250“;</w:t>
      </w:r>
      <w:r w:rsidRPr="00824D2F">
        <w:rPr>
          <w:rFonts w:eastAsia="Calibri" w:cs="Times New Roman"/>
          <w:lang w:eastAsia="cs-CZ"/>
        </w:rPr>
        <w:t xml:space="preserve"> Dle TZ bude provedeno následující: Do stávající indikace traťového úseku TÚS na ovládacím pultu v DK ŽST Hnojník bude nově zapojena pro lepší informaci o poloze vlaku ve směru jízdy od Dobré u Frýdku Místku také indikace nově budovaných počítacích úseků 1K, 2K.  </w:t>
      </w:r>
    </w:p>
    <w:p w14:paraId="12C491E0" w14:textId="77777777" w:rsidR="00824D2F" w:rsidRPr="00824D2F" w:rsidRDefault="00824D2F" w:rsidP="00824D2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A1CE75D" w14:textId="77777777" w:rsidR="00824D2F" w:rsidRPr="00824D2F" w:rsidRDefault="00824D2F" w:rsidP="00824D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24D2F">
        <w:rPr>
          <w:rFonts w:eastAsia="Calibri" w:cs="Times New Roman"/>
          <w:lang w:eastAsia="cs-CZ"/>
        </w:rPr>
        <w:t xml:space="preserve">Dle TZ stavby „Rekonstrukce PZS přejezdu P8326 v km 127,066 na trati Frýdek-Místek – Český Těšín“ bude provedeno: „do stávající indikace traťového úseku TÚS na ovládacím pultu v DK ŽST Hnojník bude nově zapojena pro lepší informaci o poloze vlaku ve směru jízdy od Dobré u Frýdku-Místku také indikace počítacích úseků 1K, 2K budovaných v rámci související stavby PZS v km </w:t>
      </w:r>
      <w:r w:rsidRPr="00824D2F">
        <w:rPr>
          <w:rFonts w:eastAsia="Calibri" w:cs="Times New Roman"/>
          <w:lang w:eastAsia="cs-CZ"/>
        </w:rPr>
        <w:lastRenderedPageBreak/>
        <w:t>125,250.“ Domníváme se správně, že se toto bude řešit i nákladově pouze ve stavbě „Rekonstrukce a doplnění závor na přejezdu P8324 v km 125,250 na trati Český Těšín - Frýdek Místek“?</w:t>
      </w:r>
    </w:p>
    <w:p w14:paraId="61E49BF9" w14:textId="77777777" w:rsidR="004E2DAB" w:rsidRPr="00CB7B5A" w:rsidRDefault="004E2DAB" w:rsidP="004E2DA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407A59" w14:textId="77777777" w:rsidR="004E2DAB" w:rsidRDefault="004E2DAB" w:rsidP="004E2DA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6A26879" w14:textId="308FB222" w:rsidR="00824D2F" w:rsidRPr="00081EA3" w:rsidRDefault="00AF3854" w:rsidP="00824D2F">
      <w:pPr>
        <w:spacing w:after="0" w:line="240" w:lineRule="auto"/>
        <w:rPr>
          <w:rFonts w:eastAsia="Calibri" w:cs="Times New Roman"/>
          <w:lang w:eastAsia="cs-CZ"/>
        </w:rPr>
      </w:pPr>
      <w:r w:rsidRPr="00081EA3">
        <w:rPr>
          <w:rFonts w:eastAsia="Calibri" w:cs="Times New Roman"/>
          <w:lang w:eastAsia="cs-CZ"/>
        </w:rPr>
        <w:t xml:space="preserve">Úprava indikace traťového úseku TÚS bude řešena jen ve stavbě PZS v km </w:t>
      </w:r>
      <w:r w:rsidR="00563AA5" w:rsidRPr="00081EA3">
        <w:rPr>
          <w:rFonts w:eastAsia="Calibri" w:cs="Times New Roman"/>
          <w:lang w:eastAsia="cs-CZ"/>
        </w:rPr>
        <w:t>125,250.</w:t>
      </w:r>
    </w:p>
    <w:p w14:paraId="0F8EB005" w14:textId="1262C702" w:rsidR="00824D2F" w:rsidRDefault="00824D2F" w:rsidP="004E2DA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794235" w14:textId="77777777" w:rsidR="008B6045" w:rsidRDefault="008B6045" w:rsidP="004E2DA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035CEC" w14:textId="77777777" w:rsidR="00824D2F" w:rsidRPr="00CB7B5A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Pr="00CB7B5A">
        <w:rPr>
          <w:rFonts w:eastAsia="Calibri" w:cs="Times New Roman"/>
          <w:b/>
          <w:lang w:eastAsia="cs-CZ"/>
        </w:rPr>
        <w:t>:</w:t>
      </w:r>
    </w:p>
    <w:p w14:paraId="4C10B0E9" w14:textId="77777777" w:rsidR="00824D2F" w:rsidRPr="00824D2F" w:rsidRDefault="00824D2F" w:rsidP="00824D2F">
      <w:pPr>
        <w:spacing w:after="0" w:line="240" w:lineRule="auto"/>
        <w:rPr>
          <w:rFonts w:eastAsia="Calibri" w:cs="Times New Roman"/>
          <w:lang w:eastAsia="cs-CZ"/>
        </w:rPr>
      </w:pPr>
      <w:r w:rsidRPr="00824D2F">
        <w:rPr>
          <w:rFonts w:eastAsia="Calibri" w:cs="Times New Roman"/>
          <w:b/>
          <w:lang w:eastAsia="cs-CZ"/>
        </w:rPr>
        <w:t xml:space="preserve">PS 01-01-31 </w:t>
      </w:r>
      <w:r w:rsidRPr="004A3251">
        <w:rPr>
          <w:rFonts w:eastAsia="Calibri" w:cs="Times New Roman"/>
          <w:lang w:eastAsia="cs-CZ"/>
        </w:rPr>
        <w:t>„PZS v km 125,250“</w:t>
      </w:r>
      <w:r w:rsidRPr="00824D2F">
        <w:rPr>
          <w:rFonts w:eastAsia="Calibri" w:cs="Times New Roman"/>
          <w:lang w:eastAsia="cs-CZ"/>
        </w:rPr>
        <w:t xml:space="preserve"> ; položka č.48 „KABEL METALICKÝ DVOUPLÁŠŤOVÝ PŘES 12 PÁRŮ - DODÁVKA“ neodpovídá množství 1,014 kmpár množství v tabulce kabelů a ve schématickém kabelovém plánu 1,56 kmpár. Žádáme zadavatele o prověření a případnou opravu soupisu prací i v souvisejících položkách.</w:t>
      </w:r>
    </w:p>
    <w:p w14:paraId="375FB921" w14:textId="77777777" w:rsidR="00824D2F" w:rsidRPr="00CB7B5A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4E02B3" w14:textId="77777777" w:rsidR="00824D2F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1CA7374" w14:textId="6C1EB358" w:rsidR="00824D2F" w:rsidRPr="00081EA3" w:rsidRDefault="00E65842" w:rsidP="00824D2F">
      <w:pPr>
        <w:spacing w:after="0" w:line="240" w:lineRule="auto"/>
        <w:rPr>
          <w:rFonts w:eastAsia="Calibri" w:cs="Times New Roman"/>
          <w:lang w:eastAsia="cs-CZ"/>
        </w:rPr>
      </w:pPr>
      <w:r w:rsidRPr="00081EA3">
        <w:rPr>
          <w:rFonts w:eastAsia="Calibri" w:cs="Times New Roman"/>
          <w:lang w:eastAsia="cs-CZ"/>
        </w:rPr>
        <w:t xml:space="preserve">Opravený soupis prací </w:t>
      </w:r>
      <w:r w:rsidR="008B6045" w:rsidRPr="00081EA3">
        <w:rPr>
          <w:rFonts w:eastAsia="Calibri" w:cs="Times New Roman"/>
          <w:lang w:eastAsia="cs-CZ"/>
        </w:rPr>
        <w:t>přílohou – položka</w:t>
      </w:r>
      <w:r w:rsidR="008E4900" w:rsidRPr="00081EA3">
        <w:rPr>
          <w:rFonts w:eastAsia="Calibri" w:cs="Times New Roman"/>
          <w:lang w:eastAsia="cs-CZ"/>
        </w:rPr>
        <w:t xml:space="preserve"> č. 48 </w:t>
      </w:r>
      <w:r w:rsidR="0022183D" w:rsidRPr="00081EA3">
        <w:rPr>
          <w:rFonts w:eastAsia="Calibri" w:cs="Times New Roman"/>
          <w:lang w:eastAsia="cs-CZ"/>
        </w:rPr>
        <w:t xml:space="preserve">a č. 50 </w:t>
      </w:r>
      <w:r w:rsidR="008E4900" w:rsidRPr="00081EA3">
        <w:rPr>
          <w:rFonts w:eastAsia="Calibri" w:cs="Times New Roman"/>
          <w:lang w:eastAsia="cs-CZ"/>
        </w:rPr>
        <w:t>byla opravena v souladu s tabulkou kabelů (1,56 kmpár)</w:t>
      </w:r>
      <w:r w:rsidRPr="00081EA3">
        <w:rPr>
          <w:rFonts w:eastAsia="Calibri" w:cs="Times New Roman"/>
          <w:lang w:eastAsia="cs-CZ"/>
        </w:rPr>
        <w:t>.</w:t>
      </w:r>
      <w:r w:rsidR="008E4900" w:rsidRPr="00081EA3">
        <w:rPr>
          <w:rFonts w:eastAsia="Calibri" w:cs="Times New Roman"/>
          <w:lang w:eastAsia="cs-CZ"/>
        </w:rPr>
        <w:t xml:space="preserve"> </w:t>
      </w:r>
      <w:r w:rsidRPr="00081EA3">
        <w:rPr>
          <w:rFonts w:eastAsia="Calibri" w:cs="Times New Roman"/>
          <w:lang w:eastAsia="cs-CZ"/>
        </w:rPr>
        <w:t>Z</w:t>
      </w:r>
      <w:r w:rsidR="008E4900" w:rsidRPr="00081EA3">
        <w:rPr>
          <w:rFonts w:eastAsia="Calibri" w:cs="Times New Roman"/>
          <w:lang w:eastAsia="cs-CZ"/>
        </w:rPr>
        <w:t xml:space="preserve">ároveň byla opravena také položka č. 36 - KABEL NN ČTYŘ – A PĚTIŽÍLOVÝ CU S PLASTOVOU IZOLACÍ OD 4 DO 16 MM2 (místo původních 140 m nově jen 90 m dle tabulky kabelů). </w:t>
      </w:r>
    </w:p>
    <w:p w14:paraId="0EBC0EAC" w14:textId="30EDEB15" w:rsidR="00824D2F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6059F9" w14:textId="77777777" w:rsidR="008B6045" w:rsidRDefault="008B6045" w:rsidP="00824D2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8B94AE" w14:textId="77777777" w:rsidR="00824D2F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CB7B5A">
        <w:rPr>
          <w:rFonts w:eastAsia="Calibri" w:cs="Times New Roman"/>
          <w:b/>
          <w:lang w:eastAsia="cs-CZ"/>
        </w:rPr>
        <w:t>:</w:t>
      </w:r>
    </w:p>
    <w:p w14:paraId="08D3B9E5" w14:textId="77777777" w:rsidR="00824D2F" w:rsidRPr="00824D2F" w:rsidRDefault="00824D2F" w:rsidP="00824D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24D2F">
        <w:rPr>
          <w:rFonts w:eastAsia="Calibri" w:cs="Times New Roman"/>
          <w:b/>
          <w:lang w:eastAsia="cs-CZ"/>
        </w:rPr>
        <w:t xml:space="preserve">PS 01-01-31 </w:t>
      </w:r>
      <w:r w:rsidRPr="004A3251">
        <w:rPr>
          <w:rFonts w:eastAsia="Calibri" w:cs="Times New Roman"/>
          <w:lang w:eastAsia="cs-CZ"/>
        </w:rPr>
        <w:t>„PZS v km 125,250“</w:t>
      </w:r>
      <w:r w:rsidRPr="00824D2F">
        <w:rPr>
          <w:rFonts w:eastAsia="Calibri" w:cs="Times New Roman"/>
          <w:lang w:eastAsia="cs-CZ"/>
        </w:rPr>
        <w:t xml:space="preserve"> ; položka č.53 „SPOJKA ROVNÁ PRO PLASTOVÉ KABELY S JÁDRY O PRŮMĚRU 1 MM2 DO 12 PÁRŮ“ neodpovídá množství 2 kusů množství v tabulce kabelů a ve schématickém kabelovém plánu 10 kusů. Žádáme zadavatele o prověření a případnou opravu soupisu prací.</w:t>
      </w:r>
    </w:p>
    <w:p w14:paraId="3D8F4222" w14:textId="77777777" w:rsidR="00824D2F" w:rsidRPr="00CB7B5A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E8F82E" w14:textId="77777777" w:rsidR="00824D2F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385D0C7" w14:textId="745CB0E7" w:rsidR="00824D2F" w:rsidRPr="00081EA3" w:rsidRDefault="0072468D" w:rsidP="00824D2F">
      <w:pPr>
        <w:spacing w:after="0" w:line="240" w:lineRule="auto"/>
        <w:rPr>
          <w:rFonts w:eastAsia="Calibri" w:cs="Times New Roman"/>
          <w:lang w:eastAsia="cs-CZ"/>
        </w:rPr>
      </w:pPr>
      <w:r w:rsidRPr="00081EA3">
        <w:rPr>
          <w:rFonts w:eastAsia="Calibri" w:cs="Times New Roman"/>
          <w:lang w:eastAsia="cs-CZ"/>
        </w:rPr>
        <w:t xml:space="preserve">Dodávka a montáž spojek pro pokládku delších kabelů je zahrnuta v položce č. 50 - ZATAŽENÍ A SPOJKOVÁNÍ KABELŮ PŘES 12 PÁRŮ – MONTÁŽ, kde je počítáno se 3 spojkami na 1 km kabelu. </w:t>
      </w:r>
    </w:p>
    <w:p w14:paraId="6FA75ADA" w14:textId="35687B07" w:rsidR="00824D2F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447FA8" w14:textId="77777777" w:rsidR="008B6045" w:rsidRDefault="008B6045" w:rsidP="00824D2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554114" w14:textId="77777777" w:rsidR="00824D2F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06695302"/>
      <w:r>
        <w:rPr>
          <w:rFonts w:eastAsia="Calibri" w:cs="Times New Roman"/>
          <w:b/>
          <w:lang w:eastAsia="cs-CZ"/>
        </w:rPr>
        <w:t>Dotaz č. 7</w:t>
      </w:r>
      <w:r w:rsidRPr="00CB7B5A">
        <w:rPr>
          <w:rFonts w:eastAsia="Calibri" w:cs="Times New Roman"/>
          <w:b/>
          <w:lang w:eastAsia="cs-CZ"/>
        </w:rPr>
        <w:t>:</w:t>
      </w:r>
    </w:p>
    <w:p w14:paraId="1BAE54B0" w14:textId="77777777" w:rsidR="004A3251" w:rsidRPr="004A3251" w:rsidRDefault="004A3251" w:rsidP="004A325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A3251">
        <w:rPr>
          <w:rFonts w:eastAsia="Calibri" w:cs="Times New Roman"/>
          <w:b/>
          <w:lang w:eastAsia="cs-CZ"/>
        </w:rPr>
        <w:t>SO 01-10-01</w:t>
      </w:r>
      <w:r w:rsidRPr="004A3251">
        <w:rPr>
          <w:rFonts w:eastAsia="Calibri" w:cs="Times New Roman"/>
          <w:lang w:eastAsia="cs-CZ"/>
        </w:rPr>
        <w:t xml:space="preserve"> „Železniční svršek“; položka č.4 - KOLEJ R 65 REGENEROVANÁ, ROZD. "U", BEZSTYKOVÁ, PR. BET. PODKLADNICOVÝ, UP. TUHÉ </w:t>
      </w:r>
    </w:p>
    <w:p w14:paraId="09F3B52A" w14:textId="77777777" w:rsidR="004A3251" w:rsidRPr="004A3251" w:rsidRDefault="004A3251" w:rsidP="004A325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A3251">
        <w:rPr>
          <w:rFonts w:eastAsia="Calibri" w:cs="Times New Roman"/>
          <w:lang w:eastAsia="cs-CZ"/>
        </w:rPr>
        <w:t>Dle technické zprávy; (odstavec 5.3.1) Stávající kolejnice, podpory a drobné kolejivo budou nahrazeny novým materiálem. (odstavec 5.3.3) Kolejový rošt bude snesen v celém rozsahu rekonstrukce železničního svršku a bude nahrazen materiálem novým. Nesouhlasí s výše uvedenou položkou č.4 v soupisu prací. Žádáme zadavatele o prověření, upřesnění a případnou opravu položky.</w:t>
      </w:r>
    </w:p>
    <w:p w14:paraId="6579D2D7" w14:textId="77777777" w:rsidR="00824D2F" w:rsidRPr="00CB7B5A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9A5FFE" w14:textId="77777777" w:rsidR="00824D2F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26FF57E" w14:textId="7107F94E" w:rsidR="00D91148" w:rsidRPr="00081EA3" w:rsidRDefault="00D91148" w:rsidP="00D91148">
      <w:pPr>
        <w:spacing w:after="0" w:line="240" w:lineRule="auto"/>
        <w:rPr>
          <w:rFonts w:eastAsia="Calibri" w:cs="Times New Roman"/>
          <w:lang w:eastAsia="cs-CZ"/>
        </w:rPr>
      </w:pPr>
      <w:r w:rsidRPr="00081EA3">
        <w:rPr>
          <w:rFonts w:eastAsia="Calibri" w:cs="Times New Roman"/>
          <w:lang w:eastAsia="cs-CZ"/>
        </w:rPr>
        <w:t>Opravený soupis prací přílohou – doplněna pol. č. 8 (zrušena pol. č.4), bude nová kolej.</w:t>
      </w:r>
    </w:p>
    <w:p w14:paraId="6D8D5BA5" w14:textId="52E207C7" w:rsidR="0031584A" w:rsidRDefault="0031584A" w:rsidP="00824D2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513C87" w14:textId="77777777" w:rsidR="008B6045" w:rsidRDefault="008B6045" w:rsidP="00824D2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95025B" w14:textId="1D695923" w:rsidR="00824D2F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CB7B5A">
        <w:rPr>
          <w:rFonts w:eastAsia="Calibri" w:cs="Times New Roman"/>
          <w:b/>
          <w:lang w:eastAsia="cs-CZ"/>
        </w:rPr>
        <w:t>:</w:t>
      </w:r>
    </w:p>
    <w:p w14:paraId="63880B10" w14:textId="77777777" w:rsidR="004A3251" w:rsidRPr="004A3251" w:rsidRDefault="004A3251" w:rsidP="00824D2F">
      <w:pPr>
        <w:spacing w:after="0" w:line="240" w:lineRule="auto"/>
        <w:rPr>
          <w:rFonts w:eastAsia="Calibri" w:cs="Times New Roman"/>
          <w:lang w:eastAsia="cs-CZ"/>
        </w:rPr>
      </w:pPr>
      <w:r w:rsidRPr="004A3251">
        <w:rPr>
          <w:rFonts w:eastAsia="Calibri" w:cs="Times New Roman"/>
          <w:b/>
          <w:lang w:eastAsia="cs-CZ"/>
        </w:rPr>
        <w:t>SO 01-13-01</w:t>
      </w:r>
      <w:r w:rsidRPr="004A3251">
        <w:rPr>
          <w:rFonts w:eastAsia="Calibri" w:cs="Times New Roman"/>
          <w:lang w:eastAsia="cs-CZ"/>
        </w:rPr>
        <w:t xml:space="preserve"> „Úprava přejezdu P8325“  ;                                                                                  Prosíme o upřesnění do jaké položky se má ocenit uzavírka přejezdu. Žádáme zadavatele o prověření a případně přidání nové položky do soupisu prací.</w:t>
      </w:r>
    </w:p>
    <w:bookmarkEnd w:id="2"/>
    <w:p w14:paraId="751D52E1" w14:textId="77777777" w:rsidR="00824D2F" w:rsidRPr="00CB7B5A" w:rsidRDefault="00824D2F" w:rsidP="00824D2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017B6D" w14:textId="77777777" w:rsidR="00824D2F" w:rsidRPr="00CB7B5A" w:rsidRDefault="00824D2F" w:rsidP="00824D2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6AD3839C" w14:textId="0711B39F" w:rsidR="00CB7B5A" w:rsidRPr="00081EA3" w:rsidRDefault="0031584A" w:rsidP="00CB7B5A">
      <w:pPr>
        <w:spacing w:after="0" w:line="240" w:lineRule="auto"/>
        <w:rPr>
          <w:rFonts w:eastAsia="Calibri" w:cs="Times New Roman"/>
          <w:lang w:eastAsia="cs-CZ"/>
        </w:rPr>
      </w:pPr>
      <w:r w:rsidRPr="00081EA3">
        <w:rPr>
          <w:rFonts w:eastAsia="Calibri" w:cs="Times New Roman"/>
          <w:lang w:eastAsia="cs-CZ"/>
        </w:rPr>
        <w:t>Uzavírka přejezdu byla uvažována v položce č.44 Přechodné dopravní značení.</w:t>
      </w:r>
    </w:p>
    <w:p w14:paraId="68757676" w14:textId="77777777" w:rsidR="0031584A" w:rsidRPr="00CB7B5A" w:rsidRDefault="0031584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95A324F" w14:textId="77777777" w:rsidR="00FC6543" w:rsidRDefault="00FC6543" w:rsidP="00081EA3">
      <w:pPr>
        <w:jc w:val="both"/>
        <w:rPr>
          <w:lang w:eastAsia="cs-CZ"/>
        </w:rPr>
      </w:pPr>
    </w:p>
    <w:p w14:paraId="6A6F2173" w14:textId="341BCB7C" w:rsidR="00081EA3" w:rsidRDefault="00081EA3" w:rsidP="00081EA3">
      <w:pPr>
        <w:jc w:val="both"/>
        <w:rPr>
          <w:lang w:eastAsia="cs-CZ"/>
        </w:rPr>
      </w:pPr>
      <w:r>
        <w:rPr>
          <w:lang w:eastAsia="cs-CZ"/>
        </w:rPr>
        <w:t xml:space="preserve">Vzhledem ke skutečnosti, že byly zadavatelem provedeny </w:t>
      </w:r>
      <w:r>
        <w:rPr>
          <w:b/>
          <w:bCs/>
          <w:lang w:eastAsia="cs-CZ"/>
        </w:rPr>
        <w:t>změny/doplnění zadávací dokumentace,</w:t>
      </w:r>
      <w:r>
        <w:rPr>
          <w:lang w:eastAsia="cs-CZ"/>
        </w:rPr>
        <w:t xml:space="preserve"> a s ohledem na žádost obsaženou v Dotazu č. 1</w:t>
      </w:r>
      <w:r>
        <w:rPr>
          <w:lang w:eastAsia="cs-CZ"/>
        </w:rPr>
        <w:t>,</w:t>
      </w:r>
      <w:r>
        <w:rPr>
          <w:lang w:eastAsia="cs-CZ"/>
        </w:rPr>
        <w:t xml:space="preserve"> prodlužuje zadavatel lhůtu pro podání nabídek </w:t>
      </w:r>
      <w:r w:rsidRPr="00081EA3">
        <w:rPr>
          <w:b/>
          <w:lang w:eastAsia="cs-CZ"/>
        </w:rPr>
        <w:t>na den</w:t>
      </w:r>
      <w:r>
        <w:rPr>
          <w:lang w:eastAsia="cs-CZ"/>
        </w:rPr>
        <w:t xml:space="preserve"> </w:t>
      </w:r>
      <w:r w:rsidRPr="00081EA3">
        <w:rPr>
          <w:b/>
          <w:lang w:eastAsia="cs-CZ"/>
        </w:rPr>
        <w:t>15. 7. 2022.</w:t>
      </w:r>
      <w:r>
        <w:rPr>
          <w:lang w:eastAsia="cs-CZ"/>
        </w:rPr>
        <w:t xml:space="preserve"> </w:t>
      </w:r>
    </w:p>
    <w:p w14:paraId="44633203" w14:textId="5AAA3248" w:rsidR="00081EA3" w:rsidRDefault="00081EA3" w:rsidP="00081EA3">
      <w:pPr>
        <w:jc w:val="both"/>
        <w:rPr>
          <w:lang w:eastAsia="cs-CZ"/>
        </w:rPr>
      </w:pPr>
      <w:r>
        <w:rPr>
          <w:lang w:eastAsia="cs-CZ"/>
        </w:rPr>
        <w:t>Ve výše uvedeném prodloužení zadavatel zohlednil i skutečnost, že na dotazy, které obdržel dne 20. 6. 2022 (</w:t>
      </w:r>
      <w:r w:rsidRPr="00081EA3">
        <w:rPr>
          <w:lang w:eastAsia="cs-CZ"/>
        </w:rPr>
        <w:t>dotazy č. 1 -8</w:t>
      </w:r>
      <w:r w:rsidRPr="00081EA3">
        <w:rPr>
          <w:lang w:eastAsia="cs-CZ"/>
        </w:rPr>
        <w:t>),</w:t>
      </w:r>
      <w:r>
        <w:rPr>
          <w:lang w:eastAsia="cs-CZ"/>
        </w:rPr>
        <w:t xml:space="preserve"> odpověděl 1 den po termínu. </w:t>
      </w:r>
    </w:p>
    <w:p w14:paraId="185FF14E" w14:textId="2C8272E2" w:rsidR="00CB7B5A" w:rsidRPr="008B6045" w:rsidRDefault="00081EA3" w:rsidP="00081EA3">
      <w:pPr>
        <w:spacing w:after="0" w:line="240" w:lineRule="auto"/>
        <w:rPr>
          <w:rFonts w:eastAsia="Times New Roman" w:cs="Times New Roman"/>
          <w:strike/>
          <w:lang w:eastAsia="cs-CZ"/>
        </w:rPr>
      </w:pPr>
      <w:r>
        <w:rPr>
          <w:b/>
          <w:bCs/>
          <w:lang w:eastAsia="cs-CZ"/>
        </w:rPr>
        <w:lastRenderedPageBreak/>
        <w:t>Zadavatel tedy prodlužuje lhůtu  pro podání nabídek ze dne 27. 6. 2022 na den 15. 7. 2022</w:t>
      </w:r>
      <w:r>
        <w:rPr>
          <w:lang w:eastAsia="cs-CZ"/>
        </w:rPr>
        <w:t>.</w:t>
      </w:r>
    </w:p>
    <w:p w14:paraId="3C3B67F3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E0FBA48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E2DAB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C6A304D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DDF5B19" w14:textId="45A1E579" w:rsidR="008B6045" w:rsidRDefault="00081EA3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81EA3">
        <w:rPr>
          <w:rFonts w:eastAsia="Calibri" w:cs="Times New Roman"/>
          <w:b/>
          <w:bCs/>
          <w:lang w:eastAsia="cs-CZ"/>
        </w:rPr>
        <w:t>Přílohy</w:t>
      </w:r>
      <w:r w:rsidR="00CB7B5A" w:rsidRPr="00081EA3">
        <w:rPr>
          <w:rFonts w:eastAsia="Calibri" w:cs="Times New Roman"/>
          <w:b/>
          <w:bCs/>
          <w:lang w:eastAsia="cs-CZ"/>
        </w:rPr>
        <w:t>:</w:t>
      </w:r>
      <w:r w:rsidR="00CB7B5A"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20CBD324" w14:textId="7751D90C" w:rsidR="00CB7B5A" w:rsidRDefault="008B6045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Soupis prací PS 01-01-31 oprava</w:t>
      </w:r>
    </w:p>
    <w:p w14:paraId="5A17BFCE" w14:textId="15253EE0" w:rsidR="008B6045" w:rsidRPr="008B6045" w:rsidRDefault="008B6045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91148">
        <w:rPr>
          <w:rFonts w:eastAsia="Calibri" w:cs="Times New Roman"/>
          <w:bCs/>
          <w:lang w:eastAsia="cs-CZ"/>
        </w:rPr>
        <w:t>Soupis prací SO 01-10-01 oprava</w:t>
      </w:r>
    </w:p>
    <w:p w14:paraId="466FC56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F4B22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640CD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0F4D5931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5637290" w14:textId="77777777" w:rsidR="004E2DAB" w:rsidRDefault="004E2DA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2EB5E8" w14:textId="77777777" w:rsidR="004E2DAB" w:rsidRPr="00CB7B5A" w:rsidRDefault="004E2DA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057CF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797068A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7E29F9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C1069C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CB79511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29DEA4D7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E64D90" w16cid:durableId="265C05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B968F" w14:textId="77777777" w:rsidR="0091285F" w:rsidRDefault="0091285F" w:rsidP="00962258">
      <w:pPr>
        <w:spacing w:after="0" w:line="240" w:lineRule="auto"/>
      </w:pPr>
      <w:r>
        <w:separator/>
      </w:r>
    </w:p>
  </w:endnote>
  <w:endnote w:type="continuationSeparator" w:id="0">
    <w:p w14:paraId="5C4D0EA6" w14:textId="77777777" w:rsidR="0091285F" w:rsidRDefault="009128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621A0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D0B2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860522" w14:textId="75DAA99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33A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33A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7F8D7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62FD3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A9867BE" w14:textId="77777777" w:rsidR="00F1715C" w:rsidRDefault="00F1715C" w:rsidP="00D831A3">
          <w:pPr>
            <w:pStyle w:val="Zpat"/>
          </w:pPr>
        </w:p>
      </w:tc>
    </w:tr>
  </w:tbl>
  <w:p w14:paraId="6850442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ECB2980" wp14:editId="1303F7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8376B7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A4D21EA" wp14:editId="1C1ADDA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39D6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962FCC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FCF58C" w14:textId="2E2F80D5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33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33A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64CBBC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79E8B6E5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D79F5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52FC9521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3EF1E6D5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61315D0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DCAEC1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CCF6B8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C5CA642" w14:textId="77777777" w:rsidR="00490C88" w:rsidRDefault="00490C88" w:rsidP="00331004">
          <w:pPr>
            <w:pStyle w:val="Zpat"/>
          </w:pPr>
        </w:p>
      </w:tc>
    </w:tr>
  </w:tbl>
  <w:p w14:paraId="65875C9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123B58E" wp14:editId="41F8E7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0CE54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D9985A" wp14:editId="2AB657E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0391F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4F7FD0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93B5B" w14:textId="77777777" w:rsidR="0091285F" w:rsidRDefault="0091285F" w:rsidP="00962258">
      <w:pPr>
        <w:spacing w:after="0" w:line="240" w:lineRule="auto"/>
      </w:pPr>
      <w:r>
        <w:separator/>
      </w:r>
    </w:p>
  </w:footnote>
  <w:footnote w:type="continuationSeparator" w:id="0">
    <w:p w14:paraId="17085FC0" w14:textId="77777777" w:rsidR="0091285F" w:rsidRDefault="009128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131DD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0C89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F7DB71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E5D27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C6C783" w14:textId="77777777" w:rsidR="00F1715C" w:rsidRPr="00D6163D" w:rsidRDefault="00F1715C" w:rsidP="00D6163D">
          <w:pPr>
            <w:pStyle w:val="Druhdokumentu"/>
          </w:pPr>
        </w:p>
      </w:tc>
    </w:tr>
  </w:tbl>
  <w:p w14:paraId="257C97E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7475E0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2ACB5B9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DB65317" wp14:editId="669E8A1F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C42BCF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D1877C" w14:textId="77777777" w:rsidR="00F3199A" w:rsidRPr="00D6163D" w:rsidRDefault="00F3199A" w:rsidP="00FC6389">
          <w:pPr>
            <w:pStyle w:val="Druhdokumentu"/>
          </w:pPr>
        </w:p>
      </w:tc>
    </w:tr>
    <w:tr w:rsidR="00F3199A" w14:paraId="07E030C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7EE7B3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6B25AF43" wp14:editId="1FC17BA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FAF7C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00699C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EBB46F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CB269B2" wp14:editId="438DC74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7B227F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19E317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81EA3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2183D"/>
    <w:rsid w:val="00267369"/>
    <w:rsid w:val="0026785D"/>
    <w:rsid w:val="002C31BF"/>
    <w:rsid w:val="002E0CD7"/>
    <w:rsid w:val="002F026B"/>
    <w:rsid w:val="0031584A"/>
    <w:rsid w:val="003333A4"/>
    <w:rsid w:val="00357BC6"/>
    <w:rsid w:val="0037111D"/>
    <w:rsid w:val="00390E54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3251"/>
    <w:rsid w:val="004A7C69"/>
    <w:rsid w:val="004C4399"/>
    <w:rsid w:val="004C69ED"/>
    <w:rsid w:val="004C787C"/>
    <w:rsid w:val="004E2DAB"/>
    <w:rsid w:val="004F4B9B"/>
    <w:rsid w:val="00501654"/>
    <w:rsid w:val="00511AB9"/>
    <w:rsid w:val="00523EA7"/>
    <w:rsid w:val="00542527"/>
    <w:rsid w:val="00551D1F"/>
    <w:rsid w:val="00553375"/>
    <w:rsid w:val="00563AA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2468D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24D2F"/>
    <w:rsid w:val="00891334"/>
    <w:rsid w:val="008A14C0"/>
    <w:rsid w:val="008A3568"/>
    <w:rsid w:val="008B6045"/>
    <w:rsid w:val="008D03B9"/>
    <w:rsid w:val="008E4900"/>
    <w:rsid w:val="008F18D6"/>
    <w:rsid w:val="00904780"/>
    <w:rsid w:val="009113A8"/>
    <w:rsid w:val="0091285F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22475"/>
    <w:rsid w:val="00A44328"/>
    <w:rsid w:val="00A6177B"/>
    <w:rsid w:val="00A66136"/>
    <w:rsid w:val="00A72161"/>
    <w:rsid w:val="00AA4CBB"/>
    <w:rsid w:val="00AA65FA"/>
    <w:rsid w:val="00AA7351"/>
    <w:rsid w:val="00AD056F"/>
    <w:rsid w:val="00AD2773"/>
    <w:rsid w:val="00AD6731"/>
    <w:rsid w:val="00AE1DDE"/>
    <w:rsid w:val="00AF3854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119B4"/>
    <w:rsid w:val="00D21061"/>
    <w:rsid w:val="00D316A7"/>
    <w:rsid w:val="00D4108E"/>
    <w:rsid w:val="00D46DFE"/>
    <w:rsid w:val="00D6163D"/>
    <w:rsid w:val="00D63009"/>
    <w:rsid w:val="00D71934"/>
    <w:rsid w:val="00D831A3"/>
    <w:rsid w:val="00D902AD"/>
    <w:rsid w:val="00D91148"/>
    <w:rsid w:val="00DA6FFE"/>
    <w:rsid w:val="00DC3110"/>
    <w:rsid w:val="00DD46F3"/>
    <w:rsid w:val="00DD58A6"/>
    <w:rsid w:val="00DE56F2"/>
    <w:rsid w:val="00DF116D"/>
    <w:rsid w:val="00E65842"/>
    <w:rsid w:val="00E824F1"/>
    <w:rsid w:val="00EB104F"/>
    <w:rsid w:val="00ED14BD"/>
    <w:rsid w:val="00F01440"/>
    <w:rsid w:val="00F12DEC"/>
    <w:rsid w:val="00F1715C"/>
    <w:rsid w:val="00F20B94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C6543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0B99B"/>
  <w14:defaultImageDpi w14:val="32767"/>
  <w15:docId w15:val="{092307CF-9FD9-4276-A975-C7026AF3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353274-9548-4CD0-ABF0-5217D2D85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117</TotalTime>
  <Pages>3</Pages>
  <Words>820</Words>
  <Characters>4840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12</cp:revision>
  <cp:lastPrinted>2022-06-23T10:34:00Z</cp:lastPrinted>
  <dcterms:created xsi:type="dcterms:W3CDTF">2022-06-21T06:53:00Z</dcterms:created>
  <dcterms:modified xsi:type="dcterms:W3CDTF">2022-06-23T10:35:00Z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